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62E" w:rsidRPr="00CE079A" w:rsidRDefault="00E5562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ТИПОВОЙ ДОГОВОР</w:t>
      </w:r>
    </w:p>
    <w:p w:rsidR="00E5562E" w:rsidRPr="00CE079A" w:rsidRDefault="00E5562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на оказание услуг по обращению с твердыми</w:t>
      </w:r>
    </w:p>
    <w:p w:rsidR="00E5562E" w:rsidRPr="00CE079A" w:rsidRDefault="00E5562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коммунальными отходами</w:t>
      </w:r>
    </w:p>
    <w:p w:rsidR="00E5562E" w:rsidRPr="00CE079A" w:rsidRDefault="00E5562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5562E" w:rsidRPr="00CE079A" w:rsidRDefault="00E556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г.Новосибирск                                                                                             </w:t>
      </w:r>
      <w:r w:rsidRPr="00CE079A">
        <w:rPr>
          <w:rFonts w:ascii="Times New Roman" w:hAnsi="Times New Roman" w:cs="Times New Roman"/>
          <w:sz w:val="24"/>
          <w:szCs w:val="24"/>
        </w:rPr>
        <w:t xml:space="preserve"> "__" _______ 20__ г.</w:t>
      </w:r>
    </w:p>
    <w:p w:rsidR="00E5562E" w:rsidRDefault="00E556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5562E" w:rsidRPr="00CE079A" w:rsidRDefault="00E5562E" w:rsidP="00DF5C72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Общество с ограниченной ответственностью «Экология-Новосибирск» </w:t>
      </w:r>
      <w:r w:rsidRPr="00CE079A">
        <w:rPr>
          <w:rFonts w:ascii="Times New Roman" w:hAnsi="Times New Roman" w:cs="Times New Roman"/>
          <w:sz w:val="24"/>
          <w:szCs w:val="24"/>
        </w:rPr>
        <w:t>именуемое в дальнейшем региональным оператором, в лице 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CE079A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Pr="00CE079A">
        <w:rPr>
          <w:rFonts w:ascii="Times New Roman" w:hAnsi="Times New Roman" w:cs="Times New Roman"/>
          <w:sz w:val="24"/>
          <w:szCs w:val="24"/>
        </w:rPr>
        <w:t>______,</w:t>
      </w:r>
    </w:p>
    <w:p w:rsidR="00E5562E" w:rsidRPr="00CE079A" w:rsidRDefault="00E556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 xml:space="preserve">     (наименование должности, фамилия, имя, отчество физического лица)</w:t>
      </w:r>
    </w:p>
    <w:p w:rsidR="00E5562E" w:rsidRPr="00CE079A" w:rsidRDefault="00E556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CE079A">
        <w:rPr>
          <w:rFonts w:ascii="Times New Roman" w:hAnsi="Times New Roman" w:cs="Times New Roman"/>
          <w:sz w:val="24"/>
          <w:szCs w:val="24"/>
        </w:rPr>
        <w:t>_______,</w:t>
      </w:r>
    </w:p>
    <w:p w:rsidR="00E5562E" w:rsidRPr="00CE079A" w:rsidRDefault="00E556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 xml:space="preserve">                          (положение, устав, доверенность - указать нужное)</w:t>
      </w:r>
    </w:p>
    <w:p w:rsidR="00E5562E" w:rsidRPr="00CE079A" w:rsidRDefault="00E556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с одной стороны, и 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CE079A">
        <w:rPr>
          <w:rFonts w:ascii="Times New Roman" w:hAnsi="Times New Roman" w:cs="Times New Roman"/>
          <w:sz w:val="24"/>
          <w:szCs w:val="24"/>
        </w:rPr>
        <w:t>_______________________________________________,</w:t>
      </w:r>
    </w:p>
    <w:p w:rsidR="00E5562E" w:rsidRPr="00CE079A" w:rsidRDefault="00E556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 xml:space="preserve">                      (наименование организации, фамилия, имя, отчество физического лица)</w:t>
      </w:r>
    </w:p>
    <w:p w:rsidR="00E5562E" w:rsidRPr="00CE079A" w:rsidRDefault="00E556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именуемое в дальнейшем потребителем, в лице 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CE079A">
        <w:rPr>
          <w:rFonts w:ascii="Times New Roman" w:hAnsi="Times New Roman" w:cs="Times New Roman"/>
          <w:sz w:val="24"/>
          <w:szCs w:val="24"/>
        </w:rPr>
        <w:t>_______________</w:t>
      </w:r>
    </w:p>
    <w:p w:rsidR="00E5562E" w:rsidRPr="00CE079A" w:rsidRDefault="00E556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CE079A">
        <w:rPr>
          <w:rFonts w:ascii="Times New Roman" w:hAnsi="Times New Roman" w:cs="Times New Roman"/>
          <w:sz w:val="24"/>
          <w:szCs w:val="24"/>
        </w:rPr>
        <w:t xml:space="preserve">  (фамилия, имя, отчество,</w:t>
      </w:r>
    </w:p>
    <w:p w:rsidR="00E5562E" w:rsidRPr="00CE079A" w:rsidRDefault="00E556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CE079A">
        <w:rPr>
          <w:rFonts w:ascii="Times New Roman" w:hAnsi="Times New Roman" w:cs="Times New Roman"/>
          <w:sz w:val="24"/>
          <w:szCs w:val="24"/>
        </w:rPr>
        <w:t>___________________________________________________________________,</w:t>
      </w:r>
    </w:p>
    <w:p w:rsidR="00E5562E" w:rsidRPr="00CE079A" w:rsidRDefault="00E556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 xml:space="preserve">    паспортные данные - в случае заключения договора физическим лицом,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079A">
        <w:rPr>
          <w:rFonts w:ascii="Times New Roman" w:hAnsi="Times New Roman" w:cs="Times New Roman"/>
          <w:sz w:val="24"/>
          <w:szCs w:val="24"/>
        </w:rPr>
        <w:t>наименование должности, фамилия, имя, отчество - в случае заключения договора юридическим лицом)</w:t>
      </w:r>
    </w:p>
    <w:p w:rsidR="00E5562E" w:rsidRPr="00CE079A" w:rsidRDefault="00E556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действующего на основании 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CE079A">
        <w:rPr>
          <w:rFonts w:ascii="Times New Roman" w:hAnsi="Times New Roman" w:cs="Times New Roman"/>
          <w:sz w:val="24"/>
          <w:szCs w:val="24"/>
        </w:rPr>
        <w:t>______________________________________,</w:t>
      </w:r>
    </w:p>
    <w:p w:rsidR="00E5562E" w:rsidRPr="00CE079A" w:rsidRDefault="00E556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 xml:space="preserve">                          (положение, устав, доверенность - указать нужное)</w:t>
      </w:r>
    </w:p>
    <w:p w:rsidR="00E5562E" w:rsidRPr="00CE079A" w:rsidRDefault="00E556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с другой стороны, именуемые в дальнейшем сторонами, заключили настоящий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079A">
        <w:rPr>
          <w:rFonts w:ascii="Times New Roman" w:hAnsi="Times New Roman" w:cs="Times New Roman"/>
          <w:sz w:val="24"/>
          <w:szCs w:val="24"/>
        </w:rPr>
        <w:t>договор о нижеследующем:</w:t>
      </w:r>
    </w:p>
    <w:p w:rsidR="00E5562E" w:rsidRPr="00CE079A" w:rsidRDefault="00E5562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5562E" w:rsidRPr="00CE079A" w:rsidRDefault="00E5562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I. Предмет договора</w:t>
      </w:r>
    </w:p>
    <w:p w:rsidR="00E5562E" w:rsidRPr="00CE079A" w:rsidRDefault="00E5562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5562E" w:rsidRPr="00CE079A" w:rsidRDefault="00E5562E" w:rsidP="00B910AA">
      <w:pPr>
        <w:pStyle w:val="ConsPlusNormal"/>
        <w:ind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 xml:space="preserve">1. По договору на оказание услуг по обращению с твердыми коммунальными отходами региональный оператор обязуется принимать твердые коммунальные отходы в объеме и в месте, которые определены в настоящем договоре, и обеспечивать их </w:t>
      </w:r>
      <w:r>
        <w:rPr>
          <w:rFonts w:ascii="Times New Roman" w:hAnsi="Times New Roman" w:cs="Times New Roman"/>
          <w:sz w:val="24"/>
          <w:szCs w:val="24"/>
        </w:rPr>
        <w:t xml:space="preserve">накопления, </w:t>
      </w:r>
      <w:r w:rsidRPr="00CE079A">
        <w:rPr>
          <w:rFonts w:ascii="Times New Roman" w:hAnsi="Times New Roman" w:cs="Times New Roman"/>
          <w:sz w:val="24"/>
          <w:szCs w:val="24"/>
        </w:rPr>
        <w:t>транспортирование, обработку, обезвреживание, захоронение в соответствии с законодательством Российской Федерации, а потребитель обязуется оплачивать услуги регионального оператора по цене, определенной в пределах утвержденного в установленном порядке единого тарифа на услугу регионального оператора.</w:t>
      </w:r>
    </w:p>
    <w:p w:rsidR="00E5562E" w:rsidRPr="00CE079A" w:rsidRDefault="00E5562E" w:rsidP="00B910AA">
      <w:pPr>
        <w:pStyle w:val="ConsPlusNormal"/>
        <w:spacing w:before="220"/>
        <w:ind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2. Объем твердых коммунальных отходов, места сбора и накопления твердых коммунальных отходов, в том числе крупногабаритных отходов, и периодичность вывоза твердых коммунальных отходов, а также информация в графическом виде о размещении мест сбора и накопления твердых коммунальных отходов и подъездных путей к ним (за исключением жилых домов) определяются согласно приложению к настоящему договору.</w:t>
      </w:r>
    </w:p>
    <w:p w:rsidR="00E5562E" w:rsidRPr="00310251" w:rsidRDefault="00E5562E" w:rsidP="00B910AA">
      <w:pPr>
        <w:pStyle w:val="ConsPlusNonformat"/>
        <w:spacing w:before="200"/>
        <w:ind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 xml:space="preserve">3. </w:t>
      </w:r>
      <w:r w:rsidRPr="00310251">
        <w:rPr>
          <w:rFonts w:ascii="Times New Roman" w:hAnsi="Times New Roman" w:cs="Times New Roman"/>
          <w:sz w:val="24"/>
          <w:szCs w:val="24"/>
        </w:rPr>
        <w:t>Способ складирования твердых коммунальных отходов -</w:t>
      </w:r>
    </w:p>
    <w:p w:rsidR="00E5562E" w:rsidRPr="00310251" w:rsidRDefault="00E5562E" w:rsidP="00B910AA">
      <w:pPr>
        <w:pStyle w:val="ConsPlusNonformat"/>
        <w:ind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025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_________________________________________________________________________,</w:t>
      </w:r>
    </w:p>
    <w:p w:rsidR="00E5562E" w:rsidRPr="00310251" w:rsidRDefault="00E5562E" w:rsidP="00B910AA">
      <w:pPr>
        <w:pStyle w:val="ConsPlusNonformat"/>
        <w:ind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0251">
        <w:rPr>
          <w:rFonts w:ascii="Times New Roman" w:hAnsi="Times New Roman" w:cs="Times New Roman"/>
          <w:sz w:val="24"/>
          <w:szCs w:val="24"/>
        </w:rPr>
        <w:t xml:space="preserve"> (мусоропроводы и мусороприемные камеры, в контейнеры, бункеры, расположенные на контейнерных площадках, в пакеты или другие емкости (указать какие),  - указать нужное)</w:t>
      </w:r>
    </w:p>
    <w:p w:rsidR="00E5562E" w:rsidRPr="00310251" w:rsidRDefault="00E5562E" w:rsidP="00B910AA">
      <w:pPr>
        <w:pStyle w:val="ConsPlusNonformat"/>
        <w:ind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0251">
        <w:rPr>
          <w:rFonts w:ascii="Times New Roman" w:hAnsi="Times New Roman" w:cs="Times New Roman"/>
          <w:sz w:val="24"/>
          <w:szCs w:val="24"/>
        </w:rPr>
        <w:t>в том числе крупногабаритных отходов - 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310251">
        <w:rPr>
          <w:rFonts w:ascii="Times New Roman" w:hAnsi="Times New Roman" w:cs="Times New Roman"/>
          <w:sz w:val="24"/>
          <w:szCs w:val="24"/>
        </w:rPr>
        <w:t>.</w:t>
      </w:r>
    </w:p>
    <w:p w:rsidR="00E5562E" w:rsidRPr="00CE079A" w:rsidRDefault="00E5562E" w:rsidP="00B910AA">
      <w:pPr>
        <w:pStyle w:val="ConsPlusNonformat"/>
        <w:ind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0251">
        <w:rPr>
          <w:rFonts w:ascii="Times New Roman" w:hAnsi="Times New Roman" w:cs="Times New Roman"/>
          <w:sz w:val="24"/>
          <w:szCs w:val="24"/>
        </w:rPr>
        <w:t>(в бункеры, расположенные на контейнерных площадках</w:t>
      </w:r>
      <w:r w:rsidRPr="00CE079A">
        <w:rPr>
          <w:rFonts w:ascii="Times New Roman" w:hAnsi="Times New Roman" w:cs="Times New Roman"/>
          <w:sz w:val="24"/>
          <w:szCs w:val="24"/>
        </w:rPr>
        <w:t>, на специальных площадках складирования крупногабаритных отходов - указать нужное)</w:t>
      </w:r>
    </w:p>
    <w:p w:rsidR="00E5562E" w:rsidRPr="00CE079A" w:rsidRDefault="00E5562E" w:rsidP="00B910AA">
      <w:pPr>
        <w:pStyle w:val="ConsPlusNormal"/>
        <w:ind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4. Дата начала оказания услуг по обращению с твердыми коммунальными отходами "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CE079A">
        <w:rPr>
          <w:rFonts w:ascii="Times New Roman" w:hAnsi="Times New Roman" w:cs="Times New Roman"/>
          <w:sz w:val="24"/>
          <w:szCs w:val="24"/>
        </w:rPr>
        <w:t xml:space="preserve">" </w:t>
      </w:r>
      <w:r>
        <w:rPr>
          <w:rFonts w:ascii="Times New Roman" w:hAnsi="Times New Roman" w:cs="Times New Roman"/>
          <w:sz w:val="24"/>
          <w:szCs w:val="24"/>
        </w:rPr>
        <w:t>января</w:t>
      </w:r>
      <w:r w:rsidRPr="00CE079A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CE079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5562E" w:rsidRPr="00CE079A" w:rsidRDefault="00E5562E" w:rsidP="00310251">
      <w:pPr>
        <w:pStyle w:val="ConsPlusNormal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E5562E" w:rsidRPr="00CE079A" w:rsidRDefault="00E5562E" w:rsidP="00310251">
      <w:pPr>
        <w:pStyle w:val="ConsPlusNormal"/>
        <w:ind w:firstLine="426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II. Сроки и порядок оплаты по договору</w:t>
      </w:r>
    </w:p>
    <w:p w:rsidR="00E5562E" w:rsidRPr="00CE079A" w:rsidRDefault="00E5562E" w:rsidP="00310251">
      <w:pPr>
        <w:pStyle w:val="ConsPlusNormal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E5562E" w:rsidRPr="00310251" w:rsidRDefault="00E5562E" w:rsidP="00B910AA">
      <w:pPr>
        <w:pStyle w:val="ConsPlusNonformat"/>
        <w:ind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5. Под расчетным периодом по настоящему договору понимается один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079A">
        <w:rPr>
          <w:rFonts w:ascii="Times New Roman" w:hAnsi="Times New Roman" w:cs="Times New Roman"/>
          <w:sz w:val="24"/>
          <w:szCs w:val="24"/>
        </w:rPr>
        <w:t>календарный месяц. Оплата услуг по настоящему договору осуществляется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079A">
        <w:rPr>
          <w:rFonts w:ascii="Times New Roman" w:hAnsi="Times New Roman" w:cs="Times New Roman"/>
          <w:sz w:val="24"/>
          <w:szCs w:val="24"/>
        </w:rPr>
        <w:t xml:space="preserve">цене, определенной в </w:t>
      </w:r>
      <w:r w:rsidRPr="00310251">
        <w:rPr>
          <w:rFonts w:ascii="Times New Roman" w:hAnsi="Times New Roman" w:cs="Times New Roman"/>
          <w:sz w:val="24"/>
          <w:szCs w:val="24"/>
        </w:rPr>
        <w:t>пределах утвержденного в установленном порядке единого тарифа на услугу регионального оператора Департаментом по тарифам Новосибирской области.</w:t>
      </w:r>
    </w:p>
    <w:p w:rsidR="00E5562E" w:rsidRPr="00310251" w:rsidRDefault="00E5562E" w:rsidP="00B910AA">
      <w:pPr>
        <w:pStyle w:val="ConsPlusNonformat"/>
        <w:ind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0251">
        <w:rPr>
          <w:rFonts w:ascii="Times New Roman" w:hAnsi="Times New Roman" w:cs="Times New Roman"/>
          <w:sz w:val="24"/>
          <w:szCs w:val="24"/>
        </w:rPr>
        <w:t xml:space="preserve">6. Потребитель оплачивает услуги по обращению с твердыми коммунальными отходами до 10-го числа месяца, следующего за месяцем, за который осуществляется оплата. </w:t>
      </w:r>
    </w:p>
    <w:p w:rsidR="00E5562E" w:rsidRPr="00CE079A" w:rsidRDefault="00E5562E" w:rsidP="00B910AA">
      <w:pPr>
        <w:pStyle w:val="ConsPlusNormal"/>
        <w:spacing w:before="220"/>
        <w:ind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7. Сверка расчетов по настоящему договору проводится между региональным оператором и потребителем не реже чем один раз в год по инициативе одной из сторон путем составления и подписания сторонами соответствующего акта.</w:t>
      </w:r>
    </w:p>
    <w:p w:rsidR="00E5562E" w:rsidRPr="00CE079A" w:rsidRDefault="00E5562E" w:rsidP="00B910AA">
      <w:pPr>
        <w:pStyle w:val="ConsPlusNormal"/>
        <w:spacing w:before="220"/>
        <w:ind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Сторона, инициирующая проведение сверки расчетов, составляет и направляет другой стороне подписанный акт сверки расчетов в 2 экземплярах любым доступным способом (почтовое отправление, телеграмма, факсограмма, телефонограмма, информационно-телекоммуникационная сеть "Интернет"), позволяющим подтвердить получение такого уведомления адресатом. Другая сторона обязана подписать акт сверки расчетов в течение 3 рабочих дней со дня его получения или представить мотивированный отказ от его подписания с направлением своего варианта акта сверки расчетов.</w:t>
      </w:r>
    </w:p>
    <w:p w:rsidR="00E5562E" w:rsidRPr="00CE079A" w:rsidRDefault="00E556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562E" w:rsidRPr="00CE079A" w:rsidRDefault="00E5562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III. Бремя содержания контейнерных площадок, специальных</w:t>
      </w:r>
    </w:p>
    <w:p w:rsidR="00E5562E" w:rsidRPr="00CE079A" w:rsidRDefault="00E5562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площадок для складирования крупногабаритных отходов</w:t>
      </w:r>
    </w:p>
    <w:p w:rsidR="00E5562E" w:rsidRPr="00CE079A" w:rsidRDefault="00E5562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и территории, прилегающей к месту погрузки твердых</w:t>
      </w:r>
    </w:p>
    <w:p w:rsidR="00E5562E" w:rsidRPr="00CE079A" w:rsidRDefault="00E5562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коммунальных отходов</w:t>
      </w:r>
    </w:p>
    <w:p w:rsidR="00E5562E" w:rsidRPr="00CE079A" w:rsidRDefault="00E556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562E" w:rsidRPr="00CE079A" w:rsidRDefault="00E5562E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8. Региональный оператор по обращению с твердыми коммунальными отходами отвечает за обращение с твердыми коммунальными отходами с момента погрузки таких отходов в мусоровоз в местах накопления твердых коммунальных отходов.</w:t>
      </w:r>
    </w:p>
    <w:p w:rsidR="00E5562E" w:rsidRPr="00CE079A" w:rsidRDefault="00E5562E" w:rsidP="00636CDC">
      <w:pPr>
        <w:pStyle w:val="ConsPlusNonformat"/>
        <w:spacing w:before="2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E079A">
        <w:rPr>
          <w:rFonts w:ascii="Times New Roman" w:hAnsi="Times New Roman" w:cs="Times New Roman"/>
          <w:sz w:val="24"/>
          <w:szCs w:val="24"/>
        </w:rPr>
        <w:t xml:space="preserve"> 9. Бремя содержания контейнерных площадок, специальных площадок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079A">
        <w:rPr>
          <w:rFonts w:ascii="Times New Roman" w:hAnsi="Times New Roman" w:cs="Times New Roman"/>
          <w:sz w:val="24"/>
          <w:szCs w:val="24"/>
        </w:rPr>
        <w:t>складирования крупногабаритных отходов и территории, прилегающей к месту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079A">
        <w:rPr>
          <w:rFonts w:ascii="Times New Roman" w:hAnsi="Times New Roman" w:cs="Times New Roman"/>
          <w:sz w:val="24"/>
          <w:szCs w:val="24"/>
        </w:rPr>
        <w:t>погрузки твердых коммунальных отходов, расположенных на придомовой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079A">
        <w:rPr>
          <w:rFonts w:ascii="Times New Roman" w:hAnsi="Times New Roman" w:cs="Times New Roman"/>
          <w:sz w:val="24"/>
          <w:szCs w:val="24"/>
        </w:rPr>
        <w:t>территории, входящей в состав общего имущества собственников помещений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079A">
        <w:rPr>
          <w:rFonts w:ascii="Times New Roman" w:hAnsi="Times New Roman" w:cs="Times New Roman"/>
          <w:sz w:val="24"/>
          <w:szCs w:val="24"/>
        </w:rPr>
        <w:t>многоквартирных домах, несет 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CE079A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5562E" w:rsidRPr="00CE079A" w:rsidRDefault="00E5562E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E079A">
        <w:rPr>
          <w:rFonts w:ascii="Times New Roman" w:hAnsi="Times New Roman" w:cs="Times New Roman"/>
          <w:sz w:val="24"/>
          <w:szCs w:val="24"/>
        </w:rPr>
        <w:t>10. Бремя содержания контейнерных площадок, специальных площадок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079A">
        <w:rPr>
          <w:rFonts w:ascii="Times New Roman" w:hAnsi="Times New Roman" w:cs="Times New Roman"/>
          <w:sz w:val="24"/>
          <w:szCs w:val="24"/>
        </w:rPr>
        <w:t>складирования крупногабаритных отходов и территории, прилегающей к месту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079A">
        <w:rPr>
          <w:rFonts w:ascii="Times New Roman" w:hAnsi="Times New Roman" w:cs="Times New Roman"/>
          <w:sz w:val="24"/>
          <w:szCs w:val="24"/>
        </w:rPr>
        <w:t>погрузки твердых коммунальных отходов, не входящих в состав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079A">
        <w:rPr>
          <w:rFonts w:ascii="Times New Roman" w:hAnsi="Times New Roman" w:cs="Times New Roman"/>
          <w:sz w:val="24"/>
          <w:szCs w:val="24"/>
        </w:rPr>
        <w:t>имущества собственников помещений в многоквартирных домах, несет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</w:t>
      </w:r>
    </w:p>
    <w:p w:rsidR="00E5562E" w:rsidRPr="00CE079A" w:rsidRDefault="00E5562E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CE079A">
        <w:rPr>
          <w:rFonts w:ascii="Times New Roman" w:hAnsi="Times New Roman" w:cs="Times New Roman"/>
          <w:sz w:val="24"/>
          <w:szCs w:val="24"/>
        </w:rPr>
        <w:t>_________________________________.</w:t>
      </w:r>
    </w:p>
    <w:p w:rsidR="00E5562E" w:rsidRPr="00CE079A" w:rsidRDefault="00E5562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5562E" w:rsidRPr="00CE079A" w:rsidRDefault="00E5562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IV. Права и обязанности сторон</w:t>
      </w:r>
    </w:p>
    <w:p w:rsidR="00E5562E" w:rsidRPr="00CE079A" w:rsidRDefault="00E5562E" w:rsidP="00B910AA">
      <w:pPr>
        <w:pStyle w:val="ConsPlusNormal"/>
        <w:ind w:firstLine="284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E5562E" w:rsidRPr="00CE079A" w:rsidRDefault="00E5562E" w:rsidP="00B910AA">
      <w:pPr>
        <w:pStyle w:val="ConsPlusNormal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11. Региональный оператор обязан:</w:t>
      </w:r>
    </w:p>
    <w:p w:rsidR="00E5562E" w:rsidRPr="00CE079A" w:rsidRDefault="00E5562E" w:rsidP="00B910AA">
      <w:pPr>
        <w:pStyle w:val="ConsPlusNormal"/>
        <w:spacing w:before="220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 xml:space="preserve">а) </w:t>
      </w:r>
      <w:r w:rsidRPr="008D40CA">
        <w:rPr>
          <w:rFonts w:ascii="Times New Roman" w:hAnsi="Times New Roman" w:cs="Times New Roman"/>
          <w:sz w:val="24"/>
          <w:szCs w:val="24"/>
        </w:rPr>
        <w:t xml:space="preserve">принимать твердые коммунальные отходы в объеме и в месте, которые определены в </w:t>
      </w:r>
      <w:hyperlink w:anchor="P329" w:history="1">
        <w:r w:rsidRPr="008D40CA">
          <w:rPr>
            <w:rFonts w:ascii="Times New Roman" w:hAnsi="Times New Roman" w:cs="Times New Roman"/>
            <w:sz w:val="24"/>
            <w:szCs w:val="24"/>
          </w:rPr>
          <w:t>приложении</w:t>
        </w:r>
      </w:hyperlink>
      <w:r w:rsidRPr="008D40CA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Pr="00CE079A">
        <w:rPr>
          <w:rFonts w:ascii="Times New Roman" w:hAnsi="Times New Roman" w:cs="Times New Roman"/>
          <w:sz w:val="24"/>
          <w:szCs w:val="24"/>
        </w:rPr>
        <w:t>;</w:t>
      </w:r>
    </w:p>
    <w:p w:rsidR="00E5562E" w:rsidRPr="00CE079A" w:rsidRDefault="00E5562E" w:rsidP="00B910AA">
      <w:pPr>
        <w:pStyle w:val="ConsPlusNormal"/>
        <w:spacing w:before="220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б) обеспечивать</w:t>
      </w:r>
      <w:r>
        <w:rPr>
          <w:rFonts w:ascii="Times New Roman" w:hAnsi="Times New Roman" w:cs="Times New Roman"/>
          <w:sz w:val="24"/>
          <w:szCs w:val="24"/>
        </w:rPr>
        <w:t xml:space="preserve"> накопление,</w:t>
      </w:r>
      <w:r w:rsidRPr="00CE079A">
        <w:rPr>
          <w:rFonts w:ascii="Times New Roman" w:hAnsi="Times New Roman" w:cs="Times New Roman"/>
          <w:sz w:val="24"/>
          <w:szCs w:val="24"/>
        </w:rPr>
        <w:t xml:space="preserve"> транспортирование, обработку, обезвреживание, захоронение принятых твердых коммунальных отходов в соответствии с законодательством Российской Федерации;</w:t>
      </w:r>
    </w:p>
    <w:p w:rsidR="00E5562E" w:rsidRPr="00CE079A" w:rsidRDefault="00E5562E" w:rsidP="00B910AA">
      <w:pPr>
        <w:pStyle w:val="ConsPlusNormal"/>
        <w:spacing w:before="220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в) предоставлять потребителю информацию в соответствии со стандартами раскрытия информации в области обращения с твердыми коммунальными отходами в порядке, предусмотренном законодательством Российской Федерации;</w:t>
      </w:r>
    </w:p>
    <w:p w:rsidR="00E5562E" w:rsidRPr="00CE079A" w:rsidRDefault="00E5562E" w:rsidP="00B910AA">
      <w:pPr>
        <w:pStyle w:val="ConsPlusNormal"/>
        <w:spacing w:before="220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г) отвечать на жалобы и обращения потребителей по вопросам, связанным с исполнением настоящего договора, в течение срока, установленного законодательством Российской Федерации для рассмотрения обращений граждан;</w:t>
      </w:r>
    </w:p>
    <w:p w:rsidR="00E5562E" w:rsidRPr="00CE079A" w:rsidRDefault="00E5562E" w:rsidP="00B910AA">
      <w:pPr>
        <w:pStyle w:val="ConsPlusNormal"/>
        <w:spacing w:before="220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д) принимать необходимые меры по своевременной замене поврежденных контейнеров, принадлежащих ему на праве собственности или на ином законном основании, в порядке и сроки, которые установлены законодательством субъекта Российской Федерации.</w:t>
      </w:r>
    </w:p>
    <w:p w:rsidR="00E5562E" w:rsidRPr="00CE079A" w:rsidRDefault="00E5562E" w:rsidP="00B910AA">
      <w:pPr>
        <w:pStyle w:val="ConsPlusNormal"/>
        <w:spacing w:before="220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12. Региональный оператор имеет право:</w:t>
      </w:r>
    </w:p>
    <w:p w:rsidR="00E5562E" w:rsidRPr="00CE079A" w:rsidRDefault="00E5562E" w:rsidP="00B910AA">
      <w:pPr>
        <w:pStyle w:val="ConsPlusNormal"/>
        <w:spacing w:before="220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а) осуществлять контроль за учетом объема и (или) массы принятых твердых коммунальных отходов;</w:t>
      </w:r>
    </w:p>
    <w:p w:rsidR="00E5562E" w:rsidRPr="00CE079A" w:rsidRDefault="00E5562E" w:rsidP="00B910AA">
      <w:pPr>
        <w:pStyle w:val="ConsPlusNormal"/>
        <w:spacing w:before="220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б) инициировать проведение сверки расчетов по настоящему договору.</w:t>
      </w:r>
    </w:p>
    <w:p w:rsidR="00E5562E" w:rsidRPr="00CE079A" w:rsidRDefault="00E5562E" w:rsidP="00B910AA">
      <w:pPr>
        <w:pStyle w:val="ConsPlusNormal"/>
        <w:spacing w:before="220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13. Потребитель обязан:</w:t>
      </w:r>
    </w:p>
    <w:p w:rsidR="00E5562E" w:rsidRPr="00CE079A" w:rsidRDefault="00E5562E" w:rsidP="00B910AA">
      <w:pPr>
        <w:pStyle w:val="ConsPlusNormal"/>
        <w:spacing w:before="220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а) осуществлять складирование твердых коммунальных отходов в местах сбора и накопления твердых коммунальных отходов, определенных договором на оказание услуг по обращению с твердыми коммунальными отходами, в соответствии с территориальной схемой обращения с отходами;</w:t>
      </w:r>
    </w:p>
    <w:p w:rsidR="00E5562E" w:rsidRPr="00CE079A" w:rsidRDefault="00E5562E" w:rsidP="00B910AA">
      <w:pPr>
        <w:pStyle w:val="ConsPlusNormal"/>
        <w:spacing w:before="220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 xml:space="preserve">б) </w:t>
      </w:r>
      <w:r w:rsidRPr="008D40CA">
        <w:rPr>
          <w:rFonts w:ascii="Times New Roman" w:hAnsi="Times New Roman" w:cs="Times New Roman"/>
          <w:sz w:val="24"/>
          <w:szCs w:val="24"/>
        </w:rPr>
        <w:t xml:space="preserve">обеспечивать учет объема и (или) массы твердых коммунальных отходов в соответствии с </w:t>
      </w:r>
      <w:hyperlink r:id="rId4" w:history="1">
        <w:r w:rsidRPr="008D40CA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8D40CA">
        <w:rPr>
          <w:rFonts w:ascii="Times New Roman" w:hAnsi="Times New Roman" w:cs="Times New Roman"/>
          <w:sz w:val="24"/>
          <w:szCs w:val="24"/>
        </w:rPr>
        <w:t xml:space="preserve"> коммерческого </w:t>
      </w:r>
      <w:r w:rsidRPr="00CE079A">
        <w:rPr>
          <w:rFonts w:ascii="Times New Roman" w:hAnsi="Times New Roman" w:cs="Times New Roman"/>
          <w:sz w:val="24"/>
          <w:szCs w:val="24"/>
        </w:rPr>
        <w:t>учета объема и (или) массы твердых коммунальных отходов, утвержденными постановлением Правительства Российской Федерации от 3 июня 2016 г. N 505 "Об утверждении Правил коммерческого учета объема и (или) массы твердых коммунальных отходов";</w:t>
      </w:r>
    </w:p>
    <w:p w:rsidR="00E5562E" w:rsidRPr="00CE079A" w:rsidRDefault="00E5562E" w:rsidP="00B910AA">
      <w:pPr>
        <w:pStyle w:val="ConsPlusNormal"/>
        <w:spacing w:before="220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в) производить оплату по настоящему договору в порядке, размере и сроки, которые определены настоящим договором;</w:t>
      </w:r>
    </w:p>
    <w:p w:rsidR="00E5562E" w:rsidRPr="00CE079A" w:rsidRDefault="00E5562E" w:rsidP="00B910AA">
      <w:pPr>
        <w:pStyle w:val="ConsPlusNormal"/>
        <w:spacing w:before="220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г) обеспечивать складирование твердых коммунальных отходов в контейнеры или иные места в соответствии с приложением к настоящему договору;</w:t>
      </w:r>
    </w:p>
    <w:p w:rsidR="00E5562E" w:rsidRPr="00CE079A" w:rsidRDefault="00E5562E" w:rsidP="00B910AA">
      <w:pPr>
        <w:pStyle w:val="ConsPlusNormal"/>
        <w:spacing w:before="220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д) не допускать повреждения контейнеров, сжигания твердых коммунальных отходов в контейнерах, а также на контейнерных площадках, складирования в контейнерах запрещенных отходов и предметов;</w:t>
      </w:r>
    </w:p>
    <w:p w:rsidR="00E5562E" w:rsidRPr="00CE079A" w:rsidRDefault="00E5562E" w:rsidP="00B910AA">
      <w:pPr>
        <w:pStyle w:val="ConsPlusNormal"/>
        <w:spacing w:before="220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е) назначить лицо, ответственное за взаимодействие с региональным оператором по вопросам исполнения настоящего договора;</w:t>
      </w:r>
    </w:p>
    <w:p w:rsidR="00E5562E" w:rsidRPr="00CE079A" w:rsidRDefault="00E5562E" w:rsidP="00B910AA">
      <w:pPr>
        <w:pStyle w:val="ConsPlusNormal"/>
        <w:spacing w:before="220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ж) уведомить регионального оператора любым доступным способом (почтовое отправление, телеграмма, факсограмма, телефонограмма, информационно-телекоммуникационная сеть "Интернет"), позволяющим подтвердить его получение адресатом, о переходе прав на объекты потребителя, указанные в настоящем договоре, к новому собственнику.</w:t>
      </w:r>
    </w:p>
    <w:p w:rsidR="00E5562E" w:rsidRPr="00CE079A" w:rsidRDefault="00E5562E" w:rsidP="00B910AA">
      <w:pPr>
        <w:pStyle w:val="ConsPlusNormal"/>
        <w:spacing w:before="220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14. Потребитель имеет право:</w:t>
      </w:r>
    </w:p>
    <w:p w:rsidR="00E5562E" w:rsidRPr="00CE079A" w:rsidRDefault="00E5562E" w:rsidP="00B910AA">
      <w:pPr>
        <w:pStyle w:val="ConsPlusNormal"/>
        <w:spacing w:before="220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а) получать от регионального оператора информацию об изменении установленных тарифов в области обращения с твердыми коммунальными отходами;</w:t>
      </w:r>
    </w:p>
    <w:p w:rsidR="00E5562E" w:rsidRPr="00CE079A" w:rsidRDefault="00E5562E" w:rsidP="00B910AA">
      <w:pPr>
        <w:pStyle w:val="ConsPlusNormal"/>
        <w:spacing w:before="220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б) инициировать проведение сверки расчетов по настоящему договору.</w:t>
      </w:r>
    </w:p>
    <w:p w:rsidR="00E5562E" w:rsidRPr="00CE079A" w:rsidRDefault="00E5562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5562E" w:rsidRPr="00CE079A" w:rsidRDefault="00E5562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V. Порядок осуществления учета объема и (или) массы твердых</w:t>
      </w:r>
    </w:p>
    <w:p w:rsidR="00E5562E" w:rsidRPr="00CE079A" w:rsidRDefault="00E5562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коммунальных отходов</w:t>
      </w:r>
    </w:p>
    <w:p w:rsidR="00E5562E" w:rsidRPr="00CE079A" w:rsidRDefault="00E5562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5562E" w:rsidRPr="00CE079A" w:rsidRDefault="00E556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 xml:space="preserve">    15. Стороны согласились </w:t>
      </w:r>
      <w:r w:rsidRPr="008D40CA">
        <w:rPr>
          <w:rFonts w:ascii="Times New Roman" w:hAnsi="Times New Roman" w:cs="Times New Roman"/>
          <w:sz w:val="24"/>
          <w:szCs w:val="24"/>
        </w:rPr>
        <w:t xml:space="preserve">производить учет объема и (или) массы твердых коммунальных  отходов в соответствии с </w:t>
      </w:r>
      <w:hyperlink r:id="rId5" w:history="1">
        <w:r w:rsidRPr="008D40CA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8D40CA">
        <w:rPr>
          <w:rFonts w:ascii="Times New Roman" w:hAnsi="Times New Roman" w:cs="Times New Roman"/>
          <w:sz w:val="24"/>
          <w:szCs w:val="24"/>
        </w:rPr>
        <w:t xml:space="preserve"> коммерческого учета </w:t>
      </w:r>
      <w:r w:rsidRPr="00CE079A">
        <w:rPr>
          <w:rFonts w:ascii="Times New Roman" w:hAnsi="Times New Roman" w:cs="Times New Roman"/>
          <w:sz w:val="24"/>
          <w:szCs w:val="24"/>
        </w:rPr>
        <w:t>объема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079A">
        <w:rPr>
          <w:rFonts w:ascii="Times New Roman" w:hAnsi="Times New Roman" w:cs="Times New Roman"/>
          <w:sz w:val="24"/>
          <w:szCs w:val="24"/>
        </w:rPr>
        <w:t>и  (или)  массы  твердых коммунальных отходов, утвержденными постановлением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079A">
        <w:rPr>
          <w:rFonts w:ascii="Times New Roman" w:hAnsi="Times New Roman" w:cs="Times New Roman"/>
          <w:sz w:val="24"/>
          <w:szCs w:val="24"/>
        </w:rPr>
        <w:t>Правительства Российской Федерации от 3 июня 2016 г. N 505 "Об утверждении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079A">
        <w:rPr>
          <w:rFonts w:ascii="Times New Roman" w:hAnsi="Times New Roman" w:cs="Times New Roman"/>
          <w:sz w:val="24"/>
          <w:szCs w:val="24"/>
        </w:rPr>
        <w:t>Правил  коммерческого  учета  объема  и  (или)  массы  твердых коммунальных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079A">
        <w:rPr>
          <w:rFonts w:ascii="Times New Roman" w:hAnsi="Times New Roman" w:cs="Times New Roman"/>
          <w:sz w:val="24"/>
          <w:szCs w:val="24"/>
        </w:rPr>
        <w:t xml:space="preserve">отходов", </w:t>
      </w:r>
      <w:r>
        <w:rPr>
          <w:rFonts w:ascii="Times New Roman" w:hAnsi="Times New Roman" w:cs="Times New Roman"/>
          <w:sz w:val="24"/>
          <w:szCs w:val="24"/>
        </w:rPr>
        <w:t xml:space="preserve">по нормативам </w:t>
      </w:r>
      <w:r w:rsidRPr="00F70FDD">
        <w:rPr>
          <w:rFonts w:ascii="Times New Roman" w:hAnsi="Times New Roman" w:cs="Times New Roman"/>
          <w:sz w:val="24"/>
          <w:szCs w:val="24"/>
        </w:rPr>
        <w:t>накопления твердых коммунальных отходов</w:t>
      </w:r>
      <w:r>
        <w:rPr>
          <w:rFonts w:ascii="Times New Roman" w:hAnsi="Times New Roman" w:cs="Times New Roman"/>
          <w:sz w:val="24"/>
          <w:szCs w:val="24"/>
        </w:rPr>
        <w:t>, утвержденным департаментом по тарифам Новосибирской области</w:t>
      </w:r>
      <w:r w:rsidRPr="00CE079A">
        <w:rPr>
          <w:rFonts w:ascii="Times New Roman" w:hAnsi="Times New Roman" w:cs="Times New Roman"/>
          <w:sz w:val="24"/>
          <w:szCs w:val="24"/>
        </w:rPr>
        <w:t>.</w:t>
      </w:r>
    </w:p>
    <w:p w:rsidR="00E5562E" w:rsidRPr="00CE079A" w:rsidRDefault="00E5562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5562E" w:rsidRPr="00CE079A" w:rsidRDefault="00E5562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VI. Порядок фиксации нарушений по договору</w:t>
      </w:r>
    </w:p>
    <w:p w:rsidR="00E5562E" w:rsidRPr="00CE079A" w:rsidRDefault="00E5562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5562E" w:rsidRPr="00CE079A" w:rsidRDefault="00E5562E" w:rsidP="00B910AA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16. В случае нарушения региональным оператором обязательств по настоящему договору потребитель с участием представителя регионального оператора составляет акт о нарушении региональным оператором обязательств по договору и вручает его представителю регионального оператора. При неявке представителя регионального оператора потребитель составляет указанный акт в присутствии не менее чем 2 незаинтересованных лиц или с использованием фото- и (или) видеофиксации и в течение 3 рабочих дней направляет акт региональному оператору с требованием устранить выявленные нарушения в течение разумного срока, определенного потребителем.</w:t>
      </w:r>
    </w:p>
    <w:p w:rsidR="00E5562E" w:rsidRPr="00CE079A" w:rsidRDefault="00E5562E" w:rsidP="00B910A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Региональный оператор в течение 3 рабочих дней со дня получения акта подписывает его и направляет потребителю. В случае несогласия с содержанием акта региональный оператор вправе написать возражение на акт с мотивированным указанием причин своего несогласия и направить такое возражение потребителю в течение 3 рабочих дней со дня получения акта.</w:t>
      </w:r>
    </w:p>
    <w:p w:rsidR="00E5562E" w:rsidRPr="00CE079A" w:rsidRDefault="00E5562E" w:rsidP="00B910A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В случае невозможности устранения нарушений в сроки, предложенные потребителем, региональный оператор предлагает иные сроки для устранения выявленных нарушений.</w:t>
      </w:r>
    </w:p>
    <w:p w:rsidR="00E5562E" w:rsidRPr="00310251" w:rsidRDefault="00E5562E" w:rsidP="00B910A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0251">
        <w:rPr>
          <w:rFonts w:ascii="Times New Roman" w:hAnsi="Times New Roman" w:cs="Times New Roman"/>
          <w:sz w:val="24"/>
          <w:szCs w:val="24"/>
        </w:rPr>
        <w:t>17. В случае если региональный оператор не направил подписанный акт или возражения на акт в течение 3 рабочих дней со дня получения акта, такой акт считается согласованным и подписанным региональным оператором.</w:t>
      </w:r>
    </w:p>
    <w:p w:rsidR="00E5562E" w:rsidRPr="00CE079A" w:rsidRDefault="00E5562E" w:rsidP="00B910A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18. В случае получения возражений регионального оператора потребитель обязан рассмотреть возражения и в случае согласия с возражениями внести соответствующие изменения в акт.</w:t>
      </w:r>
    </w:p>
    <w:p w:rsidR="00E5562E" w:rsidRPr="00CE079A" w:rsidRDefault="00E5562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19. Акт должен содержать:</w:t>
      </w:r>
    </w:p>
    <w:p w:rsidR="00E5562E" w:rsidRPr="00CE079A" w:rsidRDefault="00E5562E" w:rsidP="00B910A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а) сведения о заявителе (наименование, местонахождение, адрес);</w:t>
      </w:r>
    </w:p>
    <w:p w:rsidR="00E5562E" w:rsidRPr="00CE079A" w:rsidRDefault="00E5562E" w:rsidP="00B910A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б) сведения об объекте (объектах), на котором образуются твердые коммунальные отходы, в отношении которого возникли разногласия (полное наименование, местонахождение, правомочие на объект (объекты), которым обладает сторона, направившая акт);</w:t>
      </w:r>
    </w:p>
    <w:p w:rsidR="00E5562E" w:rsidRPr="00CE079A" w:rsidRDefault="00E5562E" w:rsidP="00B910A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в) сведения о нарушении соответствующих пунктов договора;</w:t>
      </w:r>
    </w:p>
    <w:p w:rsidR="00E5562E" w:rsidRPr="00CE079A" w:rsidRDefault="00E5562E" w:rsidP="00B910A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г) другие сведения по усмотрению стороны, в том числе материалы фото- и видеосъемки.</w:t>
      </w:r>
    </w:p>
    <w:p w:rsidR="00E5562E" w:rsidRPr="00CE079A" w:rsidRDefault="00E5562E" w:rsidP="00B910A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20. Потребитель направляет копию акта о нарушении региональным оператором обязательств по договору в уполномоченный орган исполнительной власти субъекта Российской Федерации.</w:t>
      </w:r>
    </w:p>
    <w:p w:rsidR="00E5562E" w:rsidRPr="00CE079A" w:rsidRDefault="00E556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562E" w:rsidRPr="00CE079A" w:rsidRDefault="00E5562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VII. Ответственность сторон</w:t>
      </w:r>
    </w:p>
    <w:p w:rsidR="00E5562E" w:rsidRPr="00CE079A" w:rsidRDefault="00E556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562E" w:rsidRPr="00CE079A" w:rsidRDefault="00E5562E" w:rsidP="00B910AA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21.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E5562E" w:rsidRPr="00CE079A" w:rsidRDefault="00E5562E" w:rsidP="00B910A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22. В случае неисполнения либо ненадлежащего исполнения потребителем обязательств по оплате настоящего договора региональный оператор вправе потребовать от потребителя уплаты неустойки в размере 1/130 ключевой ставки Центрального банка Российской Федерации, установленной на день предъявления соответствующего требования, от суммы задолженности за каждый день просрочки.</w:t>
      </w:r>
    </w:p>
    <w:p w:rsidR="00E5562E" w:rsidRPr="00CE079A" w:rsidRDefault="00E5562E" w:rsidP="00B910A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23. За нарушение правил обращения с твердыми коммунальными отходами в части складирования твердых коммунальных отходов вне мест сбора и накопления таких отходов, определенных настоящим договором, потребитель несет административную ответственность в соответствии с законодательством Российской Федерации.</w:t>
      </w:r>
    </w:p>
    <w:p w:rsidR="00E5562E" w:rsidRPr="00CE079A" w:rsidRDefault="00E556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562E" w:rsidRPr="00CE079A" w:rsidRDefault="00E5562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VIII. Обстоятельства непреодолимой силы</w:t>
      </w:r>
    </w:p>
    <w:p w:rsidR="00E5562E" w:rsidRPr="00CE079A" w:rsidRDefault="00E556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562E" w:rsidRPr="00CE079A" w:rsidRDefault="00E5562E" w:rsidP="00B910AA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24. Стороны освобождаются от ответственности за неисполнение либо ненадлежащее исполнение обязательств по настоящему договору, если оно явилось следствием обстоятельств непреодолимой силы.</w:t>
      </w:r>
    </w:p>
    <w:p w:rsidR="00E5562E" w:rsidRPr="00CE079A" w:rsidRDefault="00E5562E" w:rsidP="00B910A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При этом срок исполнения обязательств по настоящему договору продлевается соразмерно времени, в течение которого действовали такие обстоятельства, а также последствиям, вызванным этими обстоятельствами.</w:t>
      </w:r>
    </w:p>
    <w:p w:rsidR="00E5562E" w:rsidRPr="00CE079A" w:rsidRDefault="00E5562E" w:rsidP="00B910A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25. Сторона, подвергшаяся действию обстоятельств непреодолимой силы, обязана предпринять все необходимые действия для извещения другой стороны любыми доступными способами без промедления, не позднее 24 часов с момента наступления обстоятельств непреодолимой силы, о наступлении указанных обстоятельств. Извещение должно содержать данные о времени наступления и характере указанных обстоятельств.</w:t>
      </w:r>
    </w:p>
    <w:p w:rsidR="00E5562E" w:rsidRPr="00CE079A" w:rsidRDefault="00E5562E" w:rsidP="00B910A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Сторона должна также без промедления, не позднее 24 часов с момента прекращения обстоятельств непреодолимой силы, известить об этом другую сторону.</w:t>
      </w:r>
    </w:p>
    <w:p w:rsidR="00E5562E" w:rsidRPr="00CE079A" w:rsidRDefault="00E556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562E" w:rsidRPr="00CE079A" w:rsidRDefault="00E5562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IX. Действие договора</w:t>
      </w:r>
    </w:p>
    <w:p w:rsidR="00E5562E" w:rsidRPr="00CE079A" w:rsidRDefault="00E5562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5562E" w:rsidRPr="00CE079A" w:rsidRDefault="00E5562E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E079A">
        <w:rPr>
          <w:rFonts w:ascii="Times New Roman" w:hAnsi="Times New Roman" w:cs="Times New Roman"/>
          <w:sz w:val="24"/>
          <w:szCs w:val="24"/>
        </w:rPr>
        <w:t xml:space="preserve"> 26. Настоящий договор заключается на </w:t>
      </w:r>
      <w:r>
        <w:rPr>
          <w:rFonts w:ascii="Times New Roman" w:hAnsi="Times New Roman" w:cs="Times New Roman"/>
          <w:sz w:val="24"/>
          <w:szCs w:val="24"/>
        </w:rPr>
        <w:t>десять лет</w:t>
      </w:r>
      <w:r w:rsidRPr="00CE079A">
        <w:rPr>
          <w:rFonts w:ascii="Times New Roman" w:hAnsi="Times New Roman" w:cs="Times New Roman"/>
          <w:sz w:val="24"/>
          <w:szCs w:val="24"/>
        </w:rPr>
        <w:t>.</w:t>
      </w:r>
    </w:p>
    <w:p w:rsidR="00E5562E" w:rsidRPr="00CE079A" w:rsidRDefault="00E5562E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CE079A">
        <w:rPr>
          <w:rFonts w:ascii="Times New Roman" w:hAnsi="Times New Roman" w:cs="Times New Roman"/>
          <w:sz w:val="24"/>
          <w:szCs w:val="24"/>
        </w:rPr>
        <w:t>7. Настоящий договор считается продленным на тот же срок и на тех же условиях, если за один месяц до окончания срока его действия ни одна из сторон не заявит о его прекращении или изменении либо о заключении нового договора на иных условиях.</w:t>
      </w:r>
    </w:p>
    <w:p w:rsidR="00E5562E" w:rsidRPr="00CE079A" w:rsidRDefault="00E5562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28. Настоящий договор может быть расторгнут до окончания срока его действия по соглашению сторон.</w:t>
      </w:r>
    </w:p>
    <w:p w:rsidR="00E5562E" w:rsidRPr="00CE079A" w:rsidRDefault="00E556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562E" w:rsidRPr="00CE079A" w:rsidRDefault="00E5562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X. Прочие условия</w:t>
      </w:r>
    </w:p>
    <w:p w:rsidR="00E5562E" w:rsidRPr="00CE079A" w:rsidRDefault="00E5562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5562E" w:rsidRPr="00CE079A" w:rsidRDefault="00E556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29. Все изменения, которые вносятся в настоящий договор, считаются действительными, если они оформлены в письменном виде, подписаны уполномоченными на то лицами и заверены печатями обеих сторон (при их наличии).</w:t>
      </w:r>
    </w:p>
    <w:p w:rsidR="00E5562E" w:rsidRPr="00CE079A" w:rsidRDefault="00E556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30. В случае изменения наименования, местонахождения или банковских реквизитов сторона обязана уведомить об этом другую сторону в письменной форме в течение 5 рабочих дней со дня таких изменений любыми доступными способами, позволяющими подтвердить получение такого уведомления адресатом.</w:t>
      </w:r>
    </w:p>
    <w:p w:rsidR="00E5562E" w:rsidRPr="008D40CA" w:rsidRDefault="00E556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 xml:space="preserve">31. При исполнении настоящего договора стороны обязуются руководствоваться </w:t>
      </w:r>
      <w:r w:rsidRPr="008D40CA">
        <w:rPr>
          <w:rFonts w:ascii="Times New Roman" w:hAnsi="Times New Roman" w:cs="Times New Roman"/>
          <w:sz w:val="24"/>
          <w:szCs w:val="24"/>
        </w:rPr>
        <w:t xml:space="preserve">законодательством Российской Федерации, в том числе положениями Федерального </w:t>
      </w:r>
      <w:hyperlink r:id="rId6" w:history="1">
        <w:r w:rsidRPr="008D40CA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8D40CA">
        <w:rPr>
          <w:rFonts w:ascii="Times New Roman" w:hAnsi="Times New Roman" w:cs="Times New Roman"/>
          <w:sz w:val="24"/>
          <w:szCs w:val="24"/>
        </w:rPr>
        <w:t xml:space="preserve"> "Об отходах производства и потребления" и иными нормативными правовыми актами Российской Федерации в сфере обращения с твердыми коммунальными отходами.</w:t>
      </w:r>
    </w:p>
    <w:p w:rsidR="00E5562E" w:rsidRPr="008D40CA" w:rsidRDefault="00E556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0CA">
        <w:rPr>
          <w:rFonts w:ascii="Times New Roman" w:hAnsi="Times New Roman" w:cs="Times New Roman"/>
          <w:sz w:val="24"/>
          <w:szCs w:val="24"/>
        </w:rPr>
        <w:t>32. Настоящий договор составлен в 2 экземплярах, имеющих равную юридическую силу.</w:t>
      </w:r>
    </w:p>
    <w:p w:rsidR="00E5562E" w:rsidRPr="00CE079A" w:rsidRDefault="00E556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0CA">
        <w:rPr>
          <w:rFonts w:ascii="Times New Roman" w:hAnsi="Times New Roman" w:cs="Times New Roman"/>
          <w:sz w:val="24"/>
          <w:szCs w:val="24"/>
        </w:rPr>
        <w:t xml:space="preserve">33. </w:t>
      </w:r>
      <w:hyperlink w:anchor="P329" w:history="1">
        <w:r w:rsidRPr="008D40CA">
          <w:rPr>
            <w:rFonts w:ascii="Times New Roman" w:hAnsi="Times New Roman" w:cs="Times New Roman"/>
            <w:sz w:val="24"/>
            <w:szCs w:val="24"/>
          </w:rPr>
          <w:t>Приложение</w:t>
        </w:r>
      </w:hyperlink>
      <w:r w:rsidRPr="008D40CA">
        <w:rPr>
          <w:rFonts w:ascii="Times New Roman" w:hAnsi="Times New Roman" w:cs="Times New Roman"/>
          <w:sz w:val="24"/>
          <w:szCs w:val="24"/>
        </w:rPr>
        <w:t xml:space="preserve"> к настоящему договору </w:t>
      </w:r>
      <w:r w:rsidRPr="00CE079A">
        <w:rPr>
          <w:rFonts w:ascii="Times New Roman" w:hAnsi="Times New Roman" w:cs="Times New Roman"/>
          <w:sz w:val="24"/>
          <w:szCs w:val="24"/>
        </w:rPr>
        <w:t>является его неотъемлемой частью.</w:t>
      </w:r>
    </w:p>
    <w:p w:rsidR="00E5562E" w:rsidRPr="00CE079A" w:rsidRDefault="00E556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562E" w:rsidRPr="00CE079A" w:rsidRDefault="00E5562E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Региональный оператор                    Потребитель</w:t>
      </w:r>
    </w:p>
    <w:p w:rsidR="00E5562E" w:rsidRPr="00CE079A" w:rsidRDefault="00E5562E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ООО «Экология-Новосибирск»       </w:t>
      </w:r>
      <w:r w:rsidRPr="00CE079A">
        <w:rPr>
          <w:rFonts w:ascii="Times New Roman" w:hAnsi="Times New Roman" w:cs="Times New Roman"/>
          <w:sz w:val="24"/>
          <w:szCs w:val="24"/>
        </w:rPr>
        <w:t xml:space="preserve"> __________________________________</w:t>
      </w:r>
    </w:p>
    <w:p w:rsidR="00E5562E" w:rsidRPr="00CE079A" w:rsidRDefault="00E5562E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p w:rsidR="00E5562E" w:rsidRPr="00CE079A" w:rsidRDefault="00E5562E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"__" ________________ 20__ г.           "__" ________________ 20__ г.</w:t>
      </w:r>
    </w:p>
    <w:p w:rsidR="00E5562E" w:rsidRPr="00CE079A" w:rsidRDefault="00E5562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5562E" w:rsidRPr="00CE079A" w:rsidRDefault="00E5562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5562E" w:rsidRDefault="00E5562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5562E" w:rsidRDefault="00E5562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5562E" w:rsidRDefault="00E5562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5562E" w:rsidRDefault="00E5562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5562E" w:rsidRDefault="00E5562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5562E" w:rsidRDefault="00E5562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5562E" w:rsidRPr="00CE079A" w:rsidRDefault="00E5562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Приложение</w:t>
      </w:r>
    </w:p>
    <w:p w:rsidR="00E5562E" w:rsidRPr="00CE079A" w:rsidRDefault="00E5562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к типовому договору на оказание</w:t>
      </w:r>
    </w:p>
    <w:p w:rsidR="00E5562E" w:rsidRPr="00CE079A" w:rsidRDefault="00E5562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услуг по обращению с твердыми</w:t>
      </w:r>
    </w:p>
    <w:p w:rsidR="00E5562E" w:rsidRPr="00CE079A" w:rsidRDefault="00E5562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коммунальными отходами</w:t>
      </w:r>
    </w:p>
    <w:p w:rsidR="00E5562E" w:rsidRPr="00CE079A" w:rsidRDefault="00E5562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5562E" w:rsidRPr="00CE079A" w:rsidRDefault="00E5562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29"/>
      <w:bookmarkEnd w:id="0"/>
      <w:r w:rsidRPr="00CE079A">
        <w:rPr>
          <w:rFonts w:ascii="Times New Roman" w:hAnsi="Times New Roman" w:cs="Times New Roman"/>
          <w:sz w:val="24"/>
          <w:szCs w:val="24"/>
        </w:rPr>
        <w:t>ИНФОРМАЦИЯ ПО ПРЕДМЕТУ ДОГОВОРА</w:t>
      </w:r>
    </w:p>
    <w:p w:rsidR="00E5562E" w:rsidRPr="00CE079A" w:rsidRDefault="00E5562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5562E" w:rsidRPr="00CE079A" w:rsidRDefault="00E5562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I. Объем и место сбора и накопления твердых</w:t>
      </w:r>
    </w:p>
    <w:p w:rsidR="00E5562E" w:rsidRDefault="00E5562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коммунальных отходов</w:t>
      </w:r>
    </w:p>
    <w:p w:rsidR="00E5562E" w:rsidRDefault="00E5562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1418"/>
        <w:gridCol w:w="1120"/>
        <w:gridCol w:w="1174"/>
        <w:gridCol w:w="1533"/>
        <w:gridCol w:w="1559"/>
        <w:gridCol w:w="1701"/>
      </w:tblGrid>
      <w:tr w:rsidR="00E5562E" w:rsidRPr="001223BE" w:rsidTr="001223BE">
        <w:tc>
          <w:tcPr>
            <w:tcW w:w="817" w:type="dxa"/>
          </w:tcPr>
          <w:p w:rsidR="00E5562E" w:rsidRPr="001223BE" w:rsidRDefault="00E5562E" w:rsidP="001223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3BE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418" w:type="dxa"/>
          </w:tcPr>
          <w:p w:rsidR="00E5562E" w:rsidRPr="001223BE" w:rsidRDefault="00E5562E" w:rsidP="001223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3BE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объекта*</w:t>
            </w:r>
          </w:p>
        </w:tc>
        <w:tc>
          <w:tcPr>
            <w:tcW w:w="1120" w:type="dxa"/>
          </w:tcPr>
          <w:p w:rsidR="00E5562E" w:rsidRPr="001223BE" w:rsidRDefault="00E5562E" w:rsidP="001223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3BE">
              <w:rPr>
                <w:rFonts w:ascii="Times New Roman" w:hAnsi="Times New Roman" w:cs="Times New Roman"/>
                <w:sz w:val="24"/>
                <w:szCs w:val="24"/>
              </w:rPr>
              <w:t xml:space="preserve"> Адрес, местоположение объекта, </w:t>
            </w:r>
          </w:p>
        </w:tc>
        <w:tc>
          <w:tcPr>
            <w:tcW w:w="1174" w:type="dxa"/>
          </w:tcPr>
          <w:p w:rsidR="00E5562E" w:rsidRPr="001223BE" w:rsidRDefault="00E5562E" w:rsidP="001223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3BE">
              <w:rPr>
                <w:rFonts w:ascii="Times New Roman" w:hAnsi="Times New Roman" w:cs="Times New Roman"/>
                <w:sz w:val="24"/>
                <w:szCs w:val="24"/>
              </w:rPr>
              <w:t>Объем принимаемых твердых коммунальных отходов (в месяц)</w:t>
            </w:r>
          </w:p>
        </w:tc>
        <w:tc>
          <w:tcPr>
            <w:tcW w:w="1533" w:type="dxa"/>
          </w:tcPr>
          <w:p w:rsidR="00E5562E" w:rsidRPr="001223BE" w:rsidRDefault="00E5562E" w:rsidP="001223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3BE">
              <w:rPr>
                <w:rFonts w:ascii="Times New Roman" w:hAnsi="Times New Roman" w:cs="Times New Roman"/>
                <w:sz w:val="24"/>
                <w:szCs w:val="24"/>
              </w:rPr>
              <w:t>Место накопления твердых коммунальных отходов</w:t>
            </w:r>
          </w:p>
          <w:p w:rsidR="00E5562E" w:rsidRPr="001223BE" w:rsidRDefault="00E5562E" w:rsidP="001223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3BE">
              <w:rPr>
                <w:rFonts w:ascii="Times New Roman" w:hAnsi="Times New Roman" w:cs="Times New Roman"/>
                <w:sz w:val="24"/>
                <w:szCs w:val="24"/>
              </w:rPr>
              <w:t>(адрес, координаты, местоположение)**</w:t>
            </w:r>
          </w:p>
        </w:tc>
        <w:tc>
          <w:tcPr>
            <w:tcW w:w="1559" w:type="dxa"/>
          </w:tcPr>
          <w:p w:rsidR="00E5562E" w:rsidRPr="001223BE" w:rsidRDefault="00E5562E" w:rsidP="001223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3BE">
              <w:rPr>
                <w:rFonts w:ascii="Times New Roman" w:hAnsi="Times New Roman" w:cs="Times New Roman"/>
                <w:sz w:val="24"/>
                <w:szCs w:val="24"/>
              </w:rPr>
              <w:t>Место накопления крупногабаритных отходов</w:t>
            </w:r>
          </w:p>
          <w:p w:rsidR="00E5562E" w:rsidRPr="001223BE" w:rsidRDefault="00E5562E" w:rsidP="001223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3BE">
              <w:rPr>
                <w:rFonts w:ascii="Times New Roman" w:hAnsi="Times New Roman" w:cs="Times New Roman"/>
                <w:sz w:val="24"/>
                <w:szCs w:val="24"/>
              </w:rPr>
              <w:t>(адрес, координаты, местоположение) ***</w:t>
            </w:r>
          </w:p>
        </w:tc>
        <w:tc>
          <w:tcPr>
            <w:tcW w:w="1701" w:type="dxa"/>
          </w:tcPr>
          <w:p w:rsidR="00E5562E" w:rsidRPr="001223BE" w:rsidRDefault="00E5562E" w:rsidP="001223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3BE">
              <w:rPr>
                <w:rFonts w:ascii="Times New Roman" w:hAnsi="Times New Roman" w:cs="Times New Roman"/>
                <w:sz w:val="24"/>
                <w:szCs w:val="24"/>
              </w:rPr>
              <w:t>Периодичность вывоза твердых коммунальных отходов</w:t>
            </w:r>
          </w:p>
        </w:tc>
      </w:tr>
      <w:tr w:rsidR="00E5562E" w:rsidRPr="001223BE" w:rsidTr="001223BE">
        <w:tc>
          <w:tcPr>
            <w:tcW w:w="817" w:type="dxa"/>
          </w:tcPr>
          <w:p w:rsidR="00E5562E" w:rsidRPr="001223BE" w:rsidRDefault="00E5562E" w:rsidP="001223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5562E" w:rsidRPr="001223BE" w:rsidRDefault="00E5562E" w:rsidP="001223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5562E" w:rsidRPr="001223BE" w:rsidRDefault="00E5562E" w:rsidP="001223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E5562E" w:rsidRPr="001223BE" w:rsidRDefault="00E5562E" w:rsidP="001223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E5562E" w:rsidRPr="001223BE" w:rsidRDefault="00E5562E" w:rsidP="001223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5562E" w:rsidRPr="001223BE" w:rsidRDefault="00E5562E" w:rsidP="001223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5562E" w:rsidRPr="001223BE" w:rsidRDefault="00E5562E" w:rsidP="001223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62E" w:rsidRPr="001223BE" w:rsidTr="001223BE">
        <w:tc>
          <w:tcPr>
            <w:tcW w:w="817" w:type="dxa"/>
          </w:tcPr>
          <w:p w:rsidR="00E5562E" w:rsidRPr="001223BE" w:rsidRDefault="00E5562E" w:rsidP="001223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5562E" w:rsidRPr="001223BE" w:rsidRDefault="00E5562E" w:rsidP="001223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5562E" w:rsidRPr="001223BE" w:rsidRDefault="00E5562E" w:rsidP="001223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E5562E" w:rsidRPr="001223BE" w:rsidRDefault="00E5562E" w:rsidP="001223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E5562E" w:rsidRPr="001223BE" w:rsidRDefault="00E5562E" w:rsidP="001223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5562E" w:rsidRPr="001223BE" w:rsidRDefault="00E5562E" w:rsidP="001223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5562E" w:rsidRPr="001223BE" w:rsidRDefault="00E5562E" w:rsidP="001223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62E" w:rsidRPr="001223BE" w:rsidTr="001223BE">
        <w:tc>
          <w:tcPr>
            <w:tcW w:w="817" w:type="dxa"/>
          </w:tcPr>
          <w:p w:rsidR="00E5562E" w:rsidRPr="001223BE" w:rsidRDefault="00E5562E" w:rsidP="001223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5562E" w:rsidRPr="001223BE" w:rsidRDefault="00E5562E" w:rsidP="001223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5562E" w:rsidRPr="001223BE" w:rsidRDefault="00E5562E" w:rsidP="001223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E5562E" w:rsidRPr="001223BE" w:rsidRDefault="00E5562E" w:rsidP="001223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E5562E" w:rsidRPr="001223BE" w:rsidRDefault="00E5562E" w:rsidP="001223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5562E" w:rsidRPr="001223BE" w:rsidRDefault="00E5562E" w:rsidP="001223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5562E" w:rsidRPr="001223BE" w:rsidRDefault="00E5562E" w:rsidP="001223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562E" w:rsidRPr="00CE079A" w:rsidRDefault="00E5562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5562E" w:rsidRPr="00CE079A" w:rsidRDefault="00E556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562E" w:rsidRDefault="00E5562E" w:rsidP="00BE20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Под объектом понимается многоквартирный дом, жилой дом, квартира, жилое/нежилое помещение, строение, здание, сооружение, нестационарный объект и пр.</w:t>
      </w:r>
    </w:p>
    <w:p w:rsidR="00E5562E" w:rsidRDefault="00E5562E" w:rsidP="00BE20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562E" w:rsidRDefault="00E5562E" w:rsidP="00BE20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 при отсутствии мест накопления (стационарного места накопления)</w:t>
      </w:r>
      <w:r w:rsidRPr="00A91B0C">
        <w:rPr>
          <w:rFonts w:ascii="Times New Roman" w:hAnsi="Times New Roman" w:cs="Times New Roman"/>
          <w:sz w:val="24"/>
          <w:szCs w:val="24"/>
        </w:rPr>
        <w:t xml:space="preserve"> </w:t>
      </w:r>
      <w:r w:rsidRPr="00CE079A">
        <w:rPr>
          <w:rFonts w:ascii="Times New Roman" w:hAnsi="Times New Roman" w:cs="Times New Roman"/>
          <w:sz w:val="24"/>
          <w:szCs w:val="24"/>
        </w:rPr>
        <w:t>твердых коммунальных отходов</w:t>
      </w:r>
      <w:r>
        <w:rPr>
          <w:rFonts w:ascii="Times New Roman" w:hAnsi="Times New Roman" w:cs="Times New Roman"/>
          <w:sz w:val="24"/>
          <w:szCs w:val="24"/>
        </w:rPr>
        <w:t xml:space="preserve"> необходимо указать (отметить галочкой)</w:t>
      </w:r>
      <w:r w:rsidRPr="00BE204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562E" w:rsidRDefault="00E5562E" w:rsidP="00BE20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кольцевой вывоз твердых коммунальных отходов _____</w:t>
      </w:r>
    </w:p>
    <w:p w:rsidR="00E5562E" w:rsidRDefault="00E5562E" w:rsidP="00BE20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заявочный вывоз твердых коммунальных отходов _____ </w:t>
      </w:r>
    </w:p>
    <w:p w:rsidR="00E5562E" w:rsidRDefault="00E5562E" w:rsidP="00BE20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562E" w:rsidRDefault="00E5562E" w:rsidP="00A91B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*** при отсутствии мест накопления (стационарного места накопления) </w:t>
      </w:r>
      <w:r w:rsidRPr="00A91B0C">
        <w:t xml:space="preserve"> </w:t>
      </w:r>
      <w:r w:rsidRPr="00A91B0C">
        <w:rPr>
          <w:rFonts w:ascii="Times New Roman" w:hAnsi="Times New Roman" w:cs="Times New Roman"/>
          <w:sz w:val="24"/>
          <w:szCs w:val="24"/>
        </w:rPr>
        <w:t xml:space="preserve">крупногабаритных отходов </w:t>
      </w:r>
      <w:r>
        <w:rPr>
          <w:rFonts w:ascii="Times New Roman" w:hAnsi="Times New Roman" w:cs="Times New Roman"/>
          <w:sz w:val="24"/>
          <w:szCs w:val="24"/>
        </w:rPr>
        <w:t xml:space="preserve">необходимо указать заявочный вывоз твердых коммунальных отходов. </w:t>
      </w:r>
    </w:p>
    <w:p w:rsidR="00E5562E" w:rsidRDefault="00E5562E" w:rsidP="00BE20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562E" w:rsidRPr="00CE079A" w:rsidRDefault="00E5562E" w:rsidP="00BE20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562E" w:rsidRDefault="00E5562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E5562E" w:rsidRPr="00CE079A" w:rsidRDefault="00E5562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II. Информация в графическом виде о размещении мест сбора</w:t>
      </w:r>
    </w:p>
    <w:p w:rsidR="00E5562E" w:rsidRPr="00CE079A" w:rsidRDefault="00E5562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и накопления твердых коммунальных отходов и подъездных</w:t>
      </w:r>
    </w:p>
    <w:p w:rsidR="00E5562E" w:rsidRPr="00CE079A" w:rsidRDefault="00E5562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E079A">
        <w:rPr>
          <w:rFonts w:ascii="Times New Roman" w:hAnsi="Times New Roman" w:cs="Times New Roman"/>
          <w:sz w:val="24"/>
          <w:szCs w:val="24"/>
        </w:rPr>
        <w:t>путей к ним (за исключением жилых домов)</w:t>
      </w:r>
    </w:p>
    <w:p w:rsidR="00E5562E" w:rsidRPr="00CE079A" w:rsidRDefault="00E556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562E" w:rsidRDefault="00E556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562E" w:rsidRDefault="00E556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562E" w:rsidRPr="00CE079A" w:rsidRDefault="00E5562E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E5562E" w:rsidRPr="00CE079A" w:rsidRDefault="00E5562E">
      <w:pPr>
        <w:rPr>
          <w:rFonts w:ascii="Times New Roman" w:hAnsi="Times New Roman"/>
          <w:sz w:val="24"/>
          <w:szCs w:val="24"/>
        </w:rPr>
      </w:pPr>
    </w:p>
    <w:sectPr w:rsidR="00E5562E" w:rsidRPr="00CE079A" w:rsidSect="00B531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079A"/>
    <w:rsid w:val="00084D1D"/>
    <w:rsid w:val="000E51F5"/>
    <w:rsid w:val="001223BE"/>
    <w:rsid w:val="00274F29"/>
    <w:rsid w:val="002F3525"/>
    <w:rsid w:val="00310251"/>
    <w:rsid w:val="00317435"/>
    <w:rsid w:val="003310E3"/>
    <w:rsid w:val="004615FC"/>
    <w:rsid w:val="004729A9"/>
    <w:rsid w:val="005310BB"/>
    <w:rsid w:val="00636CDC"/>
    <w:rsid w:val="00861595"/>
    <w:rsid w:val="008D40CA"/>
    <w:rsid w:val="00A91B0C"/>
    <w:rsid w:val="00B314F1"/>
    <w:rsid w:val="00B41DF0"/>
    <w:rsid w:val="00B53158"/>
    <w:rsid w:val="00B910AA"/>
    <w:rsid w:val="00BE2040"/>
    <w:rsid w:val="00CE079A"/>
    <w:rsid w:val="00D761E8"/>
    <w:rsid w:val="00DF5C72"/>
    <w:rsid w:val="00E5562E"/>
    <w:rsid w:val="00F70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0BB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E079A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CE079A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E079A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CE079A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CE079A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table" w:styleId="TableGrid">
    <w:name w:val="Table Grid"/>
    <w:basedOn w:val="TableNormal"/>
    <w:uiPriority w:val="99"/>
    <w:rsid w:val="00084D1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F67EA8484315CA6EAF1E06A06176ED55119ACCF7173500F585F99E656u8SAG" TargetMode="External"/><Relationship Id="rId5" Type="http://schemas.openxmlformats.org/officeDocument/2006/relationships/hyperlink" Target="consultantplus://offline/ref=0F67EA8484315CA6EAF1E06A06176ED55110ABCA7B77500F585F99E6568AD8F36D723AC3F8708B4Cu9S4G" TargetMode="External"/><Relationship Id="rId4" Type="http://schemas.openxmlformats.org/officeDocument/2006/relationships/hyperlink" Target="consultantplus://offline/ref=0F67EA8484315CA6EAF1E06A06176ED55110ABCA7B77500F585F99E6568AD8F36D723AC3F8708B4Cu9S4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6</Pages>
  <Words>2462</Words>
  <Characters>14040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ТИПОВОЙ ДОГОВОР</dc:title>
  <dc:subject/>
  <dc:creator>user</dc:creator>
  <cp:keywords/>
  <dc:description/>
  <cp:lastModifiedBy>Свинцова П.Н</cp:lastModifiedBy>
  <cp:revision>2</cp:revision>
  <cp:lastPrinted>2018-08-22T04:46:00Z</cp:lastPrinted>
  <dcterms:created xsi:type="dcterms:W3CDTF">2018-09-27T07:56:00Z</dcterms:created>
  <dcterms:modified xsi:type="dcterms:W3CDTF">2018-09-27T07:56:00Z</dcterms:modified>
</cp:coreProperties>
</file>